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Головним територіальним управлінням юстиції у Тернопільській області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Коцюбко Оксани Ярославівни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uk-UA" w:eastAsia="ru-RU" w:bidi="ar-SA"/>
        </w:rPr>
        <w:t xml:space="preserve">начальника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uk-UA" w:eastAsia="ru-RU" w:bidi="ar-SA"/>
        </w:rPr>
        <w:t>Шумського районного відділу державної реєстрації актів цивільного стану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Головного територіального управління юстиції у Тернопільській області</w:t>
      </w:r>
      <w:r>
        <w:rPr>
          <w:rFonts w:ascii="Times New Roman" w:hAnsi="Times New Roman"/>
          <w:sz w:val="28"/>
          <w:szCs w:val="28"/>
          <w:shd w:fill="FFFFFF" w:val="clear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uk-UA" w:eastAsia="ru-RU" w:bidi="ar-SA"/>
        </w:rPr>
        <w:t>Коцюбко Оксани Ярославівни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Головного територіального управління юстиції у Тернопільській області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Application>LibreOffice/7.0.0.3$Windows_x86 LibreOffice_project/8061b3e9204bef6b321a21033174034a5e2ea88e</Application>
  <Pages>1</Pages>
  <Words>149</Words>
  <Characters>1081</Characters>
  <CharactersWithSpaces>1301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2024-09-05T12:44:59Z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