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Зборівською районною державною адміністрацією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Савків Зоряни Андріївни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головного </w:t>
      </w:r>
      <w:r>
        <w:rPr>
          <w:rFonts w:ascii="Times New Roman" w:hAnsi="Times New Roman"/>
          <w:sz w:val="28"/>
          <w:szCs w:val="28"/>
        </w:rPr>
        <w:t xml:space="preserve">спеціаліста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відділу охорони здоров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en-US" w:eastAsia="ru-RU" w:bidi="ar-SA"/>
        </w:rPr>
        <w:t>`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я Зборівської районної державної адміністрації Тернопільської області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uk-UA" w:eastAsia="ru-RU" w:bidi="ar-SA"/>
        </w:rPr>
        <w:t>Савків Зоряни Андріївни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не застосовуються заборони, визначені частинами третьою та четвертою статті 1 Закону України “Про очищення влади”    (довідка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Зборівської районної державної адміністрації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204</TotalTime>
  <Application>LibreOffice/7.0.0.3$Windows_x86 LibreOffice_project/8061b3e9204bef6b321a21033174034a5e2ea88e</Application>
  <Pages>1</Pages>
  <Words>138</Words>
  <Characters>1000</Characters>
  <CharactersWithSpaces>1211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2024-09-05T10:56:03Z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