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Головним територіальним управлінням юстиції у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Триснюк Ірини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Василівни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головного державного виконавця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Гусятинського районного відділу державної виконавчої служби 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Головного територіального управління юстиції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Триснюк Ірини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Василівни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Головного територіального управління юстиції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Application>LibreOffice/7.0.0.3$Windows_x86 LibreOffice_project/8061b3e9204bef6b321a21033174034a5e2ea88e</Application>
  <Pages>1</Pages>
  <Words>146</Words>
  <Characters>1061</Characters>
  <CharactersWithSpaces>1281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2024-09-05T10:43:37Z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