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Національною комісією, що здійснює державне регулювання  у сфері ринків фінансових послуг</w:t>
      </w:r>
      <w:r>
        <w:rPr>
          <w:rFonts w:ascii="Times New Roman" w:hAnsi="Times New Roman"/>
          <w:sz w:val="28"/>
          <w:szCs w:val="28"/>
        </w:rPr>
        <w:t xml:space="preserve"> 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Угрина Ігоря Богдановича</w:t>
      </w:r>
      <w:r>
        <w:rPr>
          <w:rFonts w:ascii="Times New Roman" w:hAnsi="Times New Roman"/>
          <w:sz w:val="28"/>
          <w:szCs w:val="28"/>
        </w:rPr>
        <w:t xml:space="preserve">, головного спеціаліста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відділу інспектування та організації інспекційної діяльності на ринку страхування департаменту страхового регулювання та нагляду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ascii="Times New Roman" w:hAnsi="Times New Roman"/>
          <w:b/>
          <w:sz w:val="28"/>
          <w:szCs w:val="28"/>
        </w:rPr>
        <w:t>Угрина Ігоря Богдановича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  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Національної комісії, що здійснює державне регулювання  у сфері ринків фінансових послуг від 24.03.2016 №71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Application>LibreOffice/7.0.0.3$Windows_x86 LibreOffice_project/8061b3e9204bef6b321a21033174034a5e2ea88e</Application>
  <Pages>1</Pages>
  <Words>151</Words>
  <Characters>1054</Characters>
  <CharactersWithSpaces>1281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2024-09-04T15:30:35Z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